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710A9" w14:textId="6F00E8B1" w:rsidR="00B46EB9" w:rsidRDefault="00B46EB9" w:rsidP="00481B3B">
      <w:pPr>
        <w:jc w:val="right"/>
      </w:pPr>
      <w:r>
        <w:t>Hanna Hagen</w:t>
      </w:r>
    </w:p>
    <w:p w14:paraId="63D6E4A8" w14:textId="4A52CA36" w:rsidR="00B46EB9" w:rsidRDefault="00B46EB9" w:rsidP="00B46EB9">
      <w:pPr>
        <w:jc w:val="right"/>
      </w:pPr>
      <w:r>
        <w:t>Bahnhofstraße 4 · 88662 Überlingen · Deutschland</w:t>
      </w:r>
    </w:p>
    <w:p w14:paraId="460EE2E3" w14:textId="77777777" w:rsidR="00B46EB9" w:rsidRDefault="00B46EB9" w:rsidP="00B46EB9">
      <w:pPr>
        <w:jc w:val="right"/>
      </w:pPr>
      <w:r>
        <w:t>Tel.: +49 7551 12345678 · Mobil: +49 153 987654321</w:t>
      </w:r>
    </w:p>
    <w:p w14:paraId="442300D9" w14:textId="115CC5C1" w:rsidR="00B46EB9" w:rsidRDefault="00B46EB9" w:rsidP="00B46EB9">
      <w:pPr>
        <w:jc w:val="right"/>
      </w:pPr>
      <w:r>
        <w:t>E-Mail: hanna.hagen@musterweb.de</w:t>
      </w:r>
    </w:p>
    <w:p w14:paraId="2F1B4439" w14:textId="77777777" w:rsidR="00B46EB9" w:rsidRDefault="00B46EB9" w:rsidP="00B46EB9"/>
    <w:p w14:paraId="15F333C0" w14:textId="77777777" w:rsidR="00481B3B" w:rsidRDefault="00481B3B" w:rsidP="00B46EB9"/>
    <w:p w14:paraId="70C4716A" w14:textId="77777777" w:rsidR="001F31DA" w:rsidRDefault="001F31DA" w:rsidP="00B46EB9"/>
    <w:p w14:paraId="441500A5" w14:textId="77777777" w:rsidR="00B46EB9" w:rsidRDefault="00B46EB9" w:rsidP="00B46EB9"/>
    <w:p w14:paraId="0DE44B45" w14:textId="77777777" w:rsidR="00B46EB9" w:rsidRDefault="00B46EB9" w:rsidP="00B46EB9">
      <w:r>
        <w:t>Cosinus-IT AG</w:t>
      </w:r>
    </w:p>
    <w:p w14:paraId="0A283FA8" w14:textId="77777777" w:rsidR="00B46EB9" w:rsidRDefault="00B46EB9" w:rsidP="00B46EB9">
      <w:r>
        <w:t xml:space="preserve">Herrn Simon </w:t>
      </w:r>
      <w:proofErr w:type="spellStart"/>
      <w:r>
        <w:t>Schafferer</w:t>
      </w:r>
      <w:proofErr w:type="spellEnd"/>
    </w:p>
    <w:p w14:paraId="451EBC3D" w14:textId="77777777" w:rsidR="00B46EB9" w:rsidRDefault="00B46EB9" w:rsidP="00B46EB9">
      <w:proofErr w:type="spellStart"/>
      <w:r>
        <w:t>Adelbodener</w:t>
      </w:r>
      <w:proofErr w:type="spellEnd"/>
      <w:r>
        <w:t xml:space="preserve"> Landstraße 175</w:t>
      </w:r>
    </w:p>
    <w:p w14:paraId="47285071" w14:textId="77777777" w:rsidR="00B46EB9" w:rsidRDefault="00B46EB9" w:rsidP="00B46EB9">
      <w:r>
        <w:t>3012 BERN</w:t>
      </w:r>
    </w:p>
    <w:p w14:paraId="70A2E88C" w14:textId="77777777" w:rsidR="00B46EB9" w:rsidRDefault="00B46EB9" w:rsidP="00B46EB9">
      <w:r>
        <w:t>SCHWEIZ</w:t>
      </w:r>
    </w:p>
    <w:p w14:paraId="74C68DC9" w14:textId="77777777" w:rsidR="00B46EB9" w:rsidRDefault="00B46EB9" w:rsidP="00B46EB9"/>
    <w:p w14:paraId="003A3BAE" w14:textId="77777777" w:rsidR="00B46EB9" w:rsidRDefault="00B46EB9" w:rsidP="00B46EB9"/>
    <w:p w14:paraId="34C03979" w14:textId="1FB940D5" w:rsidR="00B46EB9" w:rsidRDefault="001F31DA" w:rsidP="00B46EB9">
      <w:pPr>
        <w:jc w:val="right"/>
      </w:pPr>
      <w:r>
        <w:t>10.</w:t>
      </w:r>
      <w:r w:rsidR="00B46EB9">
        <w:t>1.2016</w:t>
      </w:r>
    </w:p>
    <w:p w14:paraId="551025CD" w14:textId="77777777" w:rsidR="00B46EB9" w:rsidRDefault="00B46EB9" w:rsidP="00B46EB9"/>
    <w:p w14:paraId="67870E07" w14:textId="77777777" w:rsidR="00B46EB9" w:rsidRDefault="00B46EB9" w:rsidP="00B46EB9"/>
    <w:p w14:paraId="4D699F1D" w14:textId="684569F5" w:rsidR="00B46EB9" w:rsidRPr="00B46EB9" w:rsidRDefault="00B46EB9" w:rsidP="00B46EB9">
      <w:pPr>
        <w:rPr>
          <w:b/>
        </w:rPr>
      </w:pPr>
      <w:r w:rsidRPr="00B46EB9">
        <w:rPr>
          <w:b/>
        </w:rPr>
        <w:t>Initiativbewerbung als IT-Systemkauffrau</w:t>
      </w:r>
    </w:p>
    <w:p w14:paraId="433201A1" w14:textId="77777777" w:rsidR="00B46EB9" w:rsidRDefault="00B46EB9" w:rsidP="00B46EB9"/>
    <w:p w14:paraId="70754438" w14:textId="77777777" w:rsidR="00B46EB9" w:rsidRDefault="00B46EB9" w:rsidP="00B46EB9"/>
    <w:p w14:paraId="6809F24D" w14:textId="77777777" w:rsidR="00B46EB9" w:rsidRDefault="00B46EB9" w:rsidP="00B46EB9">
      <w:r>
        <w:t xml:space="preserve">Sehr geehrter Herr </w:t>
      </w:r>
      <w:proofErr w:type="spellStart"/>
      <w:r>
        <w:t>Schafferer</w:t>
      </w:r>
      <w:proofErr w:type="spellEnd"/>
      <w:r>
        <w:t>,</w:t>
      </w:r>
    </w:p>
    <w:p w14:paraId="5DC7042A" w14:textId="77777777" w:rsidR="00B46EB9" w:rsidRDefault="00B46EB9" w:rsidP="00B46EB9"/>
    <w:p w14:paraId="5CF92E29" w14:textId="0511ACC1" w:rsidR="00B46EB9" w:rsidRDefault="00B46EB9" w:rsidP="00B46EB9">
      <w:r>
        <w:t>die Cosinus-IT AG ist mir durch ihren Internetauftritt als erfolgreicher und weltweit tätiger Sof</w:t>
      </w:r>
      <w:r>
        <w:t>t</w:t>
      </w:r>
      <w:r>
        <w:t>warehersteller bekannt. Deshalb wende ich mich mit großem Interesse an einer Mitarbeit in Ihrem Unternehmen initiativ an Sie.</w:t>
      </w:r>
    </w:p>
    <w:p w14:paraId="36F7A7C9" w14:textId="77777777" w:rsidR="00B46EB9" w:rsidRDefault="00B46EB9" w:rsidP="00B46EB9"/>
    <w:p w14:paraId="009BF801" w14:textId="771BD104" w:rsidR="00B46EB9" w:rsidRDefault="00B46EB9" w:rsidP="00B46EB9">
      <w:r>
        <w:t>Ich bin 23 Jahre alt und habe vor vier Monaten meine Ausbildung zur</w:t>
      </w:r>
      <w:r w:rsidR="00481B3B">
        <w:t xml:space="preserve"> </w:t>
      </w:r>
      <w:r>
        <w:t>IT-Systemkauffrau vor der Deutschen Indu</w:t>
      </w:r>
      <w:r w:rsidR="00481B3B">
        <w:t>strie- und Handelskammer erfolg</w:t>
      </w:r>
      <w:r>
        <w:t>reich abgeschlossen. An der Arbeit in einem innovativen IT-Umfeld reizt mich besonders die Herausforderung, kundenspezifische System</w:t>
      </w:r>
      <w:r w:rsidR="001F31DA">
        <w:t>-</w:t>
      </w:r>
      <w:r>
        <w:t>lösungen der</w:t>
      </w:r>
      <w:r w:rsidR="00481B3B">
        <w:t xml:space="preserve"> </w:t>
      </w:r>
      <w:r>
        <w:t>IT-Technik zu konzipieren und zu realisieren. Durch meine Ausbildung habe ich bereits erste praktische Erfahrungen in der Beratung von Kunden, der Angebotserstellung und der Auftragsabwic</w:t>
      </w:r>
      <w:r w:rsidR="001F31DA">
        <w:t>klung. Mit MS-Office und SAP ERP</w:t>
      </w:r>
      <w:r>
        <w:t xml:space="preserve"> kenne ich mich gut aus. Ich arbeite zuve</w:t>
      </w:r>
      <w:r>
        <w:t>r</w:t>
      </w:r>
      <w:r>
        <w:t>lässig, selbst</w:t>
      </w:r>
      <w:r w:rsidR="001F31DA">
        <w:t>st</w:t>
      </w:r>
      <w:r>
        <w:t>ändig und gewissenhaft, bin motiviert und flexibel.</w:t>
      </w:r>
    </w:p>
    <w:p w14:paraId="55EC8C68" w14:textId="77777777" w:rsidR="00B46EB9" w:rsidRDefault="00B46EB9" w:rsidP="00B46EB9"/>
    <w:p w14:paraId="19A06E45" w14:textId="05DF046B" w:rsidR="00B46EB9" w:rsidRDefault="00B46EB9" w:rsidP="00B46EB9">
      <w:r>
        <w:t xml:space="preserve">Ich bin deutsche Staatsbürgerin und habe mich bereits über </w:t>
      </w:r>
      <w:r w:rsidR="001F31DA">
        <w:t>eine</w:t>
      </w:r>
      <w:r>
        <w:t xml:space="preserve"> Arbeitserlaubnis für die Schweiz informiert. Können Sie sich vorstellen, mich als </w:t>
      </w:r>
      <w:proofErr w:type="spellStart"/>
      <w:r>
        <w:t>Berufseinsteigerin</w:t>
      </w:r>
      <w:proofErr w:type="spellEnd"/>
      <w:r>
        <w:t xml:space="preserve"> in Ihrem Unterne</w:t>
      </w:r>
      <w:r>
        <w:t>h</w:t>
      </w:r>
      <w:r>
        <w:t>men einzusetzen? Über eine Einladung zum persönlichen Gespräch freue ich mich sehr.</w:t>
      </w:r>
    </w:p>
    <w:p w14:paraId="6ED34912" w14:textId="77777777" w:rsidR="00B46EB9" w:rsidRDefault="00B46EB9" w:rsidP="00B46EB9"/>
    <w:p w14:paraId="3AB307D0" w14:textId="2C5F474D" w:rsidR="00B46EB9" w:rsidRDefault="00B46EB9" w:rsidP="00B46EB9">
      <w:r>
        <w:t>Beste Grüße in die Schweiz</w:t>
      </w:r>
    </w:p>
    <w:p w14:paraId="57B93464" w14:textId="77777777" w:rsidR="001F31DA" w:rsidRDefault="001F31DA" w:rsidP="00B46EB9"/>
    <w:p w14:paraId="329AD342" w14:textId="37614557" w:rsidR="0095639B" w:rsidRPr="00642152" w:rsidRDefault="00B46EB9" w:rsidP="00B46EB9">
      <w:pPr>
        <w:pStyle w:val="UnterschriftName"/>
        <w:rPr>
          <w:rFonts w:ascii="Lucida Handwriting" w:hAnsi="Lucida Handwriting"/>
        </w:rPr>
      </w:pPr>
      <w:bookmarkStart w:id="0" w:name="_GoBack"/>
      <w:r w:rsidRPr="00642152">
        <w:rPr>
          <w:rFonts w:ascii="Lucida Handwriting" w:hAnsi="Lucida Handwriting"/>
        </w:rPr>
        <w:t>Hanna Hagen</w:t>
      </w:r>
      <w:bookmarkEnd w:id="0"/>
    </w:p>
    <w:sectPr w:rsidR="0095639B" w:rsidRPr="00642152" w:rsidSect="00481B3B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B273C" w14:textId="77777777" w:rsidR="00F637C5" w:rsidRDefault="00F637C5" w:rsidP="00D04998">
      <w:pPr>
        <w:spacing w:line="240" w:lineRule="auto"/>
      </w:pPr>
      <w:r>
        <w:separator/>
      </w:r>
    </w:p>
  </w:endnote>
  <w:endnote w:type="continuationSeparator" w:id="0">
    <w:p w14:paraId="44007B12" w14:textId="77777777" w:rsidR="00F637C5" w:rsidRDefault="00F637C5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charset w:val="00"/>
    <w:family w:val="auto"/>
    <w:pitch w:val="variable"/>
    <w:sig w:usb0="00000287" w:usb1="00000000" w:usb2="00000000" w:usb3="00000000" w:csb0="0000009F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19D15" w14:textId="77777777" w:rsidR="00F637C5" w:rsidRDefault="00F637C5" w:rsidP="00D04998">
      <w:pPr>
        <w:spacing w:line="240" w:lineRule="auto"/>
      </w:pPr>
      <w:r>
        <w:separator/>
      </w:r>
    </w:p>
  </w:footnote>
  <w:footnote w:type="continuationSeparator" w:id="0">
    <w:p w14:paraId="0E955EC2" w14:textId="77777777" w:rsidR="00F637C5" w:rsidRDefault="00F637C5" w:rsidP="00D0499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8"/>
    <w:rsid w:val="000B1FA9"/>
    <w:rsid w:val="000D0FC8"/>
    <w:rsid w:val="00124892"/>
    <w:rsid w:val="001F31DA"/>
    <w:rsid w:val="0021238A"/>
    <w:rsid w:val="00327334"/>
    <w:rsid w:val="00370185"/>
    <w:rsid w:val="003B7D74"/>
    <w:rsid w:val="0040444D"/>
    <w:rsid w:val="00481B3B"/>
    <w:rsid w:val="004F0647"/>
    <w:rsid w:val="00631380"/>
    <w:rsid w:val="00642152"/>
    <w:rsid w:val="006D3345"/>
    <w:rsid w:val="006F5C84"/>
    <w:rsid w:val="00770743"/>
    <w:rsid w:val="007C371D"/>
    <w:rsid w:val="008D2E71"/>
    <w:rsid w:val="008D76FD"/>
    <w:rsid w:val="0095639B"/>
    <w:rsid w:val="009D01B1"/>
    <w:rsid w:val="00A479D8"/>
    <w:rsid w:val="00A66DEC"/>
    <w:rsid w:val="00AB6AAA"/>
    <w:rsid w:val="00AE72C8"/>
    <w:rsid w:val="00B14BB3"/>
    <w:rsid w:val="00B46EB9"/>
    <w:rsid w:val="00B65920"/>
    <w:rsid w:val="00C841F7"/>
    <w:rsid w:val="00CC6031"/>
    <w:rsid w:val="00CC7DA6"/>
    <w:rsid w:val="00D04998"/>
    <w:rsid w:val="00DF19CD"/>
    <w:rsid w:val="00DF7E68"/>
    <w:rsid w:val="00E37989"/>
    <w:rsid w:val="00EA037D"/>
    <w:rsid w:val="00EB3170"/>
    <w:rsid w:val="00F1444A"/>
    <w:rsid w:val="00F339CC"/>
    <w:rsid w:val="00F637C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F5C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481B3B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481B3B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481B3B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481B3B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140B57C2</Template>
  <TotalTime>0</TotalTime>
  <Pages>1</Pages>
  <Words>200</Words>
  <Characters>1267</Characters>
  <Application>Microsoft Office Word</Application>
  <DocSecurity>0</DocSecurity>
  <Lines>10</Lines>
  <Paragraphs>2</Paragraphs>
  <ScaleCrop>false</ScaleCrop>
  <Company>F G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4</cp:revision>
  <cp:lastPrinted>2015-11-10T08:53:00Z</cp:lastPrinted>
  <dcterms:created xsi:type="dcterms:W3CDTF">2015-11-10T08:53:00Z</dcterms:created>
  <dcterms:modified xsi:type="dcterms:W3CDTF">2016-02-02T07:57:00Z</dcterms:modified>
</cp:coreProperties>
</file>